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DE04C" w14:textId="77777777"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14:paraId="4BA2997A" w14:textId="77777777" w:rsidR="00B3448B" w:rsidRPr="00642E12" w:rsidRDefault="00B3448B" w:rsidP="00B3448B"/>
    <w:p w14:paraId="37E6BD4E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270413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70413" w:rsidRPr="00270413">
        <w:rPr>
          <w:rStyle w:val="a9"/>
        </w:rPr>
        <w:t>Общество с ограниченной ответственностью «ЛГ Электроникс РУС»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29F926F7" w14:textId="77777777"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14:paraId="571EC7EA" w14:textId="77777777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14:paraId="56588C19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1E038808" w14:textId="77777777"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14:paraId="0886526F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14:paraId="2415104B" w14:textId="77777777"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14:paraId="204FEC34" w14:textId="77777777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14:paraId="52E83E76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14:paraId="32B128A2" w14:textId="77777777"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14:paraId="51709AAE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14:paraId="67EAD828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14:paraId="3773534B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14:paraId="5E4F3923" w14:textId="77777777"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14:paraId="44350A8F" w14:textId="77777777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14:paraId="35253D5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70AFF4A5" w14:textId="77777777"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14:paraId="2949524F" w14:textId="77777777"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14:paraId="7CE7579E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14:paraId="52194E12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FD4E42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14:paraId="154271CF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14:paraId="3114D569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14:paraId="074BF45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14:paraId="07EA57C0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14:paraId="5B1133CE" w14:textId="77777777" w:rsidTr="004654AF">
        <w:trPr>
          <w:jc w:val="center"/>
        </w:trPr>
        <w:tc>
          <w:tcPr>
            <w:tcW w:w="3518" w:type="dxa"/>
            <w:vAlign w:val="center"/>
          </w:tcPr>
          <w:p w14:paraId="41E2F76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14:paraId="3B3AE485" w14:textId="77777777"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14:paraId="5D5D8693" w14:textId="77777777"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6800A172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14:paraId="7B3E8FC4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14:paraId="2A1E4DFC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14:paraId="67A29915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14:paraId="63D7A0FB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14:paraId="62479BAB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14:paraId="702BCAD5" w14:textId="77777777"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14:paraId="40A2898D" w14:textId="77777777" w:rsidTr="004654AF">
        <w:trPr>
          <w:jc w:val="center"/>
        </w:trPr>
        <w:tc>
          <w:tcPr>
            <w:tcW w:w="3518" w:type="dxa"/>
            <w:vAlign w:val="center"/>
          </w:tcPr>
          <w:p w14:paraId="3DFD4B5D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14:paraId="39410D58" w14:textId="684DF99C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14:paraId="0FA9CBA7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14:paraId="7FF6819B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2ED72380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14:paraId="0E79B9A6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14:paraId="6ED3C81B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DB0937E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0A1720F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3458758E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E21A496" w14:textId="77777777" w:rsidTr="004654AF">
        <w:trPr>
          <w:jc w:val="center"/>
        </w:trPr>
        <w:tc>
          <w:tcPr>
            <w:tcW w:w="3518" w:type="dxa"/>
            <w:vAlign w:val="center"/>
          </w:tcPr>
          <w:p w14:paraId="3683AC35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14:paraId="747239C1" w14:textId="1A8DC162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118" w:type="dxa"/>
            <w:vAlign w:val="center"/>
          </w:tcPr>
          <w:p w14:paraId="5D1E8C69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63" w:type="dxa"/>
            <w:vAlign w:val="center"/>
          </w:tcPr>
          <w:p w14:paraId="77FD762D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1AB9AFA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14:paraId="3F6541C3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14:paraId="2A98A09F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3C56B1E1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64F2CE77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51E7A13E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3C8F1DBB" w14:textId="77777777" w:rsidTr="004654AF">
        <w:trPr>
          <w:jc w:val="center"/>
        </w:trPr>
        <w:tc>
          <w:tcPr>
            <w:tcW w:w="3518" w:type="dxa"/>
            <w:vAlign w:val="center"/>
          </w:tcPr>
          <w:p w14:paraId="2BB3D8E6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14:paraId="2D94B131" w14:textId="301AA1BC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vAlign w:val="center"/>
          </w:tcPr>
          <w:p w14:paraId="3C5E8323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3" w:type="dxa"/>
            <w:vAlign w:val="center"/>
          </w:tcPr>
          <w:p w14:paraId="10D9A37E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0861E115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14:paraId="2E04A0F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02A028BB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5547513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2C03AF8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2471CB40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2124C975" w14:textId="77777777" w:rsidTr="004654AF">
        <w:trPr>
          <w:jc w:val="center"/>
        </w:trPr>
        <w:tc>
          <w:tcPr>
            <w:tcW w:w="3518" w:type="dxa"/>
            <w:vAlign w:val="center"/>
          </w:tcPr>
          <w:p w14:paraId="597473B6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14:paraId="6387F2B8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7177625E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0C05B513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5200565E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71FE4463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42928DEA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0B5B1EE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41BD560A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179A9A79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14:paraId="68AE46F5" w14:textId="77777777" w:rsidTr="004654AF">
        <w:trPr>
          <w:jc w:val="center"/>
        </w:trPr>
        <w:tc>
          <w:tcPr>
            <w:tcW w:w="3518" w:type="dxa"/>
            <w:vAlign w:val="center"/>
          </w:tcPr>
          <w:p w14:paraId="1B515B82" w14:textId="77777777"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14:paraId="1B304114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14:paraId="253D4E3F" w14:textId="77777777" w:rsidR="00AF1EDF" w:rsidRPr="00F06873" w:rsidRDefault="0027041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14:paraId="3BEF804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6E19293D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564FF641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54A7076F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14:paraId="26D515C7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14:paraId="57B12EB6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14:paraId="4359D788" w14:textId="77777777" w:rsidR="00AF1EDF" w:rsidRPr="00F06873" w:rsidRDefault="0027041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0E51AF2" w14:textId="77777777"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14:paraId="704765A4" w14:textId="77777777"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14:paraId="53C6B632" w14:textId="7777777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14:paraId="7E133977" w14:textId="77777777"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14:paraId="42907D65" w14:textId="77777777"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14:paraId="3C276C93" w14:textId="77777777"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14:paraId="4F7D17EC" w14:textId="77777777"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D0B8E6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0F61EA52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A66FF6A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C61651E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F71010B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D41F856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6E0BFF4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14:paraId="6730BCC5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14:paraId="3C1CBF7E" w14:textId="7777777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14:paraId="094873D5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14:paraId="3B9079C9" w14:textId="77777777"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309CF1D5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0FF63BBE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745EA6CF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6E325BA4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1CF299F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220873AA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394A14AE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6A081B78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5412B6A4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6CF58891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22851E76" w14:textId="77777777"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14:paraId="67EE4B0A" w14:textId="77777777"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14:paraId="3BC1A4FC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14:paraId="0EE33609" w14:textId="77777777"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3D9CAC9E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14:paraId="3E970FD3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4446F71B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71829E66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3B0395DB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1398D47E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14:paraId="691CA8C2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14:paraId="0B830328" w14:textId="77777777"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14:paraId="7A56B8B6" w14:textId="77777777" w:rsidTr="004654AF">
        <w:tc>
          <w:tcPr>
            <w:tcW w:w="959" w:type="dxa"/>
            <w:shd w:val="clear" w:color="auto" w:fill="auto"/>
            <w:vAlign w:val="center"/>
          </w:tcPr>
          <w:p w14:paraId="35EB13D3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14:paraId="16645155" w14:textId="77777777"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190EEE4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0295F7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E4052BD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4B2F5D3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08D7F56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5ADE5C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C113A47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F57AE1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377CF5A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65A595B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322D19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9CFB6BF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0A2810C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53D8407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FEABC7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10C3B6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115D4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F3178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B99F10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17F3D1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F16BF2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CC706A4" w14:textId="77777777"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70413" w:rsidRPr="00F06873" w14:paraId="4A034DAF" w14:textId="77777777" w:rsidTr="004654AF">
        <w:tc>
          <w:tcPr>
            <w:tcW w:w="959" w:type="dxa"/>
            <w:shd w:val="clear" w:color="auto" w:fill="auto"/>
            <w:vAlign w:val="center"/>
          </w:tcPr>
          <w:p w14:paraId="6BF91720" w14:textId="77777777" w:rsidR="00270413" w:rsidRPr="00F0687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4DF90DF3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6990FB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8FC198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A6B045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914F7A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FA2A9B3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E55229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31C467C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EC8B7E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542C20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D1A3C1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811FD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EB060B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F7C0B6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4CD3E1C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4A905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64C735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3B2468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F07B3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B44AE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AAF3F5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5DEEFF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7A6832D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2865C3D" w14:textId="77777777" w:rsidTr="004654AF">
        <w:tc>
          <w:tcPr>
            <w:tcW w:w="959" w:type="dxa"/>
            <w:shd w:val="clear" w:color="auto" w:fill="auto"/>
            <w:vAlign w:val="center"/>
          </w:tcPr>
          <w:p w14:paraId="7BC8019F" w14:textId="77777777" w:rsidR="00270413" w:rsidRPr="00F0687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42F322CE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планирования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48AFE0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33EEC3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FF8C5E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CC4905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919F719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42928FD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A16408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2B5A9D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E40BB0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453B7F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AC43519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435E1C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223D6D3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3F551B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BC2A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7741D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264973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C80E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4A7D6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AB86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23B24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6E38C34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3A60148" w14:textId="77777777" w:rsidTr="004654AF">
        <w:tc>
          <w:tcPr>
            <w:tcW w:w="959" w:type="dxa"/>
            <w:shd w:val="clear" w:color="auto" w:fill="auto"/>
            <w:vAlign w:val="center"/>
          </w:tcPr>
          <w:p w14:paraId="578D7696" w14:textId="77777777" w:rsidR="00270413" w:rsidRPr="00F0687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90B3DF1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F54448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ED4EFAB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9FB2EB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43AFF49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6607C3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E895A7C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6613C7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59469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AF70DBE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2D6ECB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4324C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CE5F3E1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C9CA9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46CEF9F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31838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8F8093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445986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2B4684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3D11D0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14CED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50FD62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51577E9" w14:textId="77777777" w:rsidR="00270413" w:rsidRPr="00F0687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D7715F1" w14:textId="77777777" w:rsidTr="004654AF">
        <w:tc>
          <w:tcPr>
            <w:tcW w:w="959" w:type="dxa"/>
            <w:shd w:val="clear" w:color="auto" w:fill="auto"/>
            <w:vAlign w:val="center"/>
          </w:tcPr>
          <w:p w14:paraId="728C069D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0E69E9D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5F9DF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13BD7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FCD45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1014B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9B6F2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A7986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2F8D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266C3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7285B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38062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F5811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09D66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1839B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0F5FB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C5F32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0EA8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66F4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954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DE10C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361C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F6DA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A3424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6A5A99E0" w14:textId="77777777" w:rsidTr="004654AF">
        <w:tc>
          <w:tcPr>
            <w:tcW w:w="959" w:type="dxa"/>
            <w:shd w:val="clear" w:color="auto" w:fill="auto"/>
            <w:vAlign w:val="center"/>
          </w:tcPr>
          <w:p w14:paraId="2C91885B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628E1AC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96682C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B44A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8DEB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E8B8B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7A68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51465F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A9832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BE107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2DB93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B44C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BD6DE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D3101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C1E17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97076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81FF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432F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8572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A6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FD3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1765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ABB2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FDCF2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B756EAF" w14:textId="77777777" w:rsidTr="004654AF">
        <w:tc>
          <w:tcPr>
            <w:tcW w:w="959" w:type="dxa"/>
            <w:shd w:val="clear" w:color="auto" w:fill="auto"/>
            <w:vAlign w:val="center"/>
          </w:tcPr>
          <w:p w14:paraId="30CE218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EEA361A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Конструкторский отдел по стиральным машинам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2A64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75A9F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A94BB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EBAD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A5B62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E870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2E48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8AE07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75EA7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55EE6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4AD79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E13C9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814F3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6CE78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DC7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07BF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416F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5C1B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A885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0DCC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66B2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DD6FB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38635712" w14:textId="77777777" w:rsidTr="004654AF">
        <w:tc>
          <w:tcPr>
            <w:tcW w:w="959" w:type="dxa"/>
            <w:shd w:val="clear" w:color="auto" w:fill="auto"/>
            <w:vAlign w:val="center"/>
          </w:tcPr>
          <w:p w14:paraId="3323F1E3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50361CB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обеспечения качества разработок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DCB51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BFFDB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1817A8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F46334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32936E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F2B2F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6CFF2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28F95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97919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5DB89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245F3E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0ABAD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5396D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72976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AC3C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96A38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0D010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EE760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3426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C6D1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5B4A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63E8A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0914777" w14:textId="77777777" w:rsidTr="004654AF">
        <w:tc>
          <w:tcPr>
            <w:tcW w:w="959" w:type="dxa"/>
            <w:shd w:val="clear" w:color="auto" w:fill="auto"/>
            <w:vAlign w:val="center"/>
          </w:tcPr>
          <w:p w14:paraId="56102C3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57E5D81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D5F7E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A9525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D32A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E20A2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50F7A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DE53F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EBCB9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91D11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B461E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BFA8C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5FFCA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10F70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854BD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608DE8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4E08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79B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C7BA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4A95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696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04E1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3B2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F06BD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3C6D38A8" w14:textId="77777777" w:rsidTr="004654AF">
        <w:tc>
          <w:tcPr>
            <w:tcW w:w="959" w:type="dxa"/>
            <w:shd w:val="clear" w:color="auto" w:fill="auto"/>
            <w:vAlign w:val="center"/>
          </w:tcPr>
          <w:p w14:paraId="406F82D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0FB2715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разработок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E17143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6F55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836A3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32DC3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DBA66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2EAC6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3DCD7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A348B6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D41C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05146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03A1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B5803B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A9472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BEA46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A854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B96B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5611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ED6C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628F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32083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7271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F7B68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FAD75BC" w14:textId="77777777" w:rsidTr="004654AF">
        <w:tc>
          <w:tcPr>
            <w:tcW w:w="959" w:type="dxa"/>
            <w:shd w:val="clear" w:color="auto" w:fill="auto"/>
            <w:vAlign w:val="center"/>
          </w:tcPr>
          <w:p w14:paraId="45234864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59D097A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Инженер-дизайнер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48195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5B51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C46F8E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C88F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E329D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6DFF9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9658E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81110F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1C4AA4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0C511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3396B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D6E6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B56C8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B4999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9462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9C75B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5D39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79E11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BDCB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3145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48D3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FF546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1B5B1DFC" w14:textId="77777777" w:rsidTr="004654AF">
        <w:tc>
          <w:tcPr>
            <w:tcW w:w="959" w:type="dxa"/>
            <w:shd w:val="clear" w:color="auto" w:fill="auto"/>
            <w:vAlign w:val="center"/>
          </w:tcPr>
          <w:p w14:paraId="3C8AB67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087C9BB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функциональных разработок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452C9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6FAA1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80BB8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4B8C8A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FF64F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748B7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BC146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0BDCB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2279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19DDDE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57C6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271BF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0DB9A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3D024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13B4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FED4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28575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AB03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B4812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CCA1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63F7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F12B29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6C99C13" w14:textId="77777777" w:rsidTr="004654AF">
        <w:tc>
          <w:tcPr>
            <w:tcW w:w="959" w:type="dxa"/>
            <w:shd w:val="clear" w:color="auto" w:fill="auto"/>
            <w:vAlign w:val="center"/>
          </w:tcPr>
          <w:p w14:paraId="119A041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C9AF0D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F1755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D3ED6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EBE2B8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0987F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56351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E2BCB8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12B0B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6030D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43EDF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2090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50F0C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31B3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CC3BB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C0FB6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E47A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39FB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7AA4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FDEB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414D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44D91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4A31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8566E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1BA74FF8" w14:textId="77777777" w:rsidTr="004654AF">
        <w:tc>
          <w:tcPr>
            <w:tcW w:w="959" w:type="dxa"/>
            <w:shd w:val="clear" w:color="auto" w:fill="auto"/>
            <w:vAlign w:val="center"/>
          </w:tcPr>
          <w:p w14:paraId="2F75888D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B04689B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32DE4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2B3C0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E6D9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742F7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F0D3A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97E3CC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ED48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F5AE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B3BDB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2531D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A4F8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8DBD5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48947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19991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6E3C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11E6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CF93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4CE2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891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14890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DA35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E3112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F2C49F6" w14:textId="77777777" w:rsidTr="004654AF">
        <w:tc>
          <w:tcPr>
            <w:tcW w:w="959" w:type="dxa"/>
            <w:shd w:val="clear" w:color="auto" w:fill="auto"/>
            <w:vAlign w:val="center"/>
          </w:tcPr>
          <w:p w14:paraId="7CB3A8F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367188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25B1D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22540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2A56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53EF7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A64C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D6EC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14431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01B84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AC105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9EAD5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11627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A05688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8842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2712C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B78B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7C8F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9508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6C55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0C8C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6657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B3FF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71156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BAC76FE" w14:textId="77777777" w:rsidTr="004654AF">
        <w:tc>
          <w:tcPr>
            <w:tcW w:w="959" w:type="dxa"/>
            <w:shd w:val="clear" w:color="auto" w:fill="auto"/>
            <w:vAlign w:val="center"/>
          </w:tcPr>
          <w:p w14:paraId="611E6A6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6E61F21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5452A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6A1DB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703DB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A0DDF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13E18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6473E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62E330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6803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269D0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06B62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2B8D1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73799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FBAC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41F79C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8F7E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06A1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818C6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F514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2BE9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9DEC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791E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585DE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4E9DA739" w14:textId="77777777" w:rsidTr="004654AF">
        <w:tc>
          <w:tcPr>
            <w:tcW w:w="959" w:type="dxa"/>
            <w:shd w:val="clear" w:color="auto" w:fill="auto"/>
            <w:vAlign w:val="center"/>
          </w:tcPr>
          <w:p w14:paraId="225DF97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A391D22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Конструкторский отдел по холодильникам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1F6A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C3F15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B2B61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A596D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3DB4E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662F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E35FD4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8426B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72B9D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F4EDC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F731A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DCE7C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79B6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95FB8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E45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F1DE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EB92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635C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D918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7C33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305C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291CE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46A7E2D1" w14:textId="77777777" w:rsidTr="004654AF">
        <w:tc>
          <w:tcPr>
            <w:tcW w:w="959" w:type="dxa"/>
            <w:shd w:val="clear" w:color="auto" w:fill="auto"/>
            <w:vAlign w:val="center"/>
          </w:tcPr>
          <w:p w14:paraId="11250A6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550BE874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управления продуктом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4E193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DE4B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6FD47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DAE21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C37824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88D0C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619BB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43ACF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F27FB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BF0DB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30CB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4F878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B395B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27E36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4E5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D388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1819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A43E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F4DB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906E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FA7D6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4A91C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1509BCDF" w14:textId="77777777" w:rsidTr="004654AF">
        <w:tc>
          <w:tcPr>
            <w:tcW w:w="959" w:type="dxa"/>
            <w:shd w:val="clear" w:color="auto" w:fill="auto"/>
            <w:vAlign w:val="center"/>
          </w:tcPr>
          <w:p w14:paraId="31B54FC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3C3708C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C1751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7B6B3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714DB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62880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E6AD1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E8AE6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1AD4D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086CD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E796A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307AF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8D4A0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011DF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8C196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5C400D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0BF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A330B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90B8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F436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D90A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74C9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74A6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B2C14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51F2A4D" w14:textId="77777777" w:rsidTr="004654AF">
        <w:tc>
          <w:tcPr>
            <w:tcW w:w="959" w:type="dxa"/>
            <w:shd w:val="clear" w:color="auto" w:fill="auto"/>
            <w:vAlign w:val="center"/>
          </w:tcPr>
          <w:p w14:paraId="319F669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B2F95C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92EF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F02AD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4C6CA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55BF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9A3F6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2315C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ABC878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A902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7E48AC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AD29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F2E01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30033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9C99A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63ED9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A01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96BF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2D07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2E4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80E3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B541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A1D1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7E8B2C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55442BF9" w14:textId="77777777" w:rsidTr="004654AF">
        <w:tc>
          <w:tcPr>
            <w:tcW w:w="959" w:type="dxa"/>
            <w:shd w:val="clear" w:color="auto" w:fill="auto"/>
            <w:vAlign w:val="center"/>
          </w:tcPr>
          <w:p w14:paraId="37A693A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C7C4D89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7B733A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4527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A0CC6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71CF73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4494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F580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73F51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1980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45799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FAEDB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22CBD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97952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E64EF4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13CD8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3E1E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27BA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221D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DAF3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130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9EFF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B695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89488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37F2BBC" w14:textId="77777777" w:rsidTr="004654AF">
        <w:tc>
          <w:tcPr>
            <w:tcW w:w="959" w:type="dxa"/>
            <w:shd w:val="clear" w:color="auto" w:fill="auto"/>
            <w:vAlign w:val="center"/>
          </w:tcPr>
          <w:p w14:paraId="3357DB2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4C7E5B80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Налоговый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68927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6BE1A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60573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2F54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4BCF5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01E32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74DB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B09FF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9BD8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AD6EB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224F8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F6E67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7903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281D9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8F51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7306B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A9E7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7AE4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54D8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89A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42F1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52765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5BCE6D79" w14:textId="77777777" w:rsidTr="004654AF">
        <w:tc>
          <w:tcPr>
            <w:tcW w:w="959" w:type="dxa"/>
            <w:shd w:val="clear" w:color="auto" w:fill="auto"/>
            <w:vAlign w:val="center"/>
          </w:tcPr>
          <w:p w14:paraId="70BDD34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D5FB1CC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учета НДС и документального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34B8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0A813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B122A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FBB0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CA912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27A1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7D88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EDC16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47F1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EF68BB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35B7E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806ED4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CC9DE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7665A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AFAF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E5DF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96A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B81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4445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743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22D1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3C6C7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0E750998" w14:textId="77777777" w:rsidTr="004654AF">
        <w:tc>
          <w:tcPr>
            <w:tcW w:w="959" w:type="dxa"/>
            <w:shd w:val="clear" w:color="auto" w:fill="auto"/>
            <w:vAlign w:val="center"/>
          </w:tcPr>
          <w:p w14:paraId="194AA68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FE46921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8A205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AABC3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A7D3F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20176B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3334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07C6C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06B4DC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F9485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FC997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3CB0D8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FD2A8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F8B49D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D9BFE6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47B1AE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C391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B161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F60C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5D4D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742B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B1F5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3046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10380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162B0D16" w14:textId="77777777" w:rsidTr="004654AF">
        <w:tc>
          <w:tcPr>
            <w:tcW w:w="959" w:type="dxa"/>
            <w:shd w:val="clear" w:color="auto" w:fill="auto"/>
            <w:vAlign w:val="center"/>
          </w:tcPr>
          <w:p w14:paraId="3AFDC05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3C9C02C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инженерного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DDE32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049DB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C85FF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BA17E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D9022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D75E9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F84978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CB6CE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2B01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8F4B9E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F8DD6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F68BE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05ACA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622E0F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1DD4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5EB7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C1AC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10E6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7375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43C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66A1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A5A52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FCAF5B6" w14:textId="77777777" w:rsidTr="004654AF">
        <w:tc>
          <w:tcPr>
            <w:tcW w:w="959" w:type="dxa"/>
            <w:shd w:val="clear" w:color="auto" w:fill="auto"/>
            <w:vAlign w:val="center"/>
          </w:tcPr>
          <w:p w14:paraId="0CA1BC1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3B89F0F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инженерного обеспечения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BAD5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AA9F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ABC926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F4867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7BB936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211C3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E881E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6FAFE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5F28C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4FF23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B11FC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C16B6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E6E28B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31DA2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363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2CE9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09C1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5183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3DE9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25FB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DB8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42BCF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07539FF9" w14:textId="77777777" w:rsidTr="004654AF">
        <w:tc>
          <w:tcPr>
            <w:tcW w:w="959" w:type="dxa"/>
            <w:shd w:val="clear" w:color="auto" w:fill="auto"/>
            <w:vAlign w:val="center"/>
          </w:tcPr>
          <w:p w14:paraId="28414D7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C459BE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57BE1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C79CA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762D3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54979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ECB6ED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D6778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59917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D213C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F1AB0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DEFFD3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AD25E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85280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65E1A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3398D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8C2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3C26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957E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14C0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2733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E5D8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A892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619D0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63AED1E6" w14:textId="77777777" w:rsidTr="004654AF">
        <w:tc>
          <w:tcPr>
            <w:tcW w:w="959" w:type="dxa"/>
            <w:shd w:val="clear" w:color="auto" w:fill="auto"/>
            <w:vAlign w:val="center"/>
          </w:tcPr>
          <w:p w14:paraId="2E2CB63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4578D57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DD5F3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3FAF9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E3145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3455C2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6EC43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0D89E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1385B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A2741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F0337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974CB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0A213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CA2D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B344C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05FF2D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F4569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AB68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C587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EF4C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6031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C92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75CD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96BB2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3D1769BB" w14:textId="77777777" w:rsidTr="004654AF">
        <w:tc>
          <w:tcPr>
            <w:tcW w:w="959" w:type="dxa"/>
            <w:shd w:val="clear" w:color="auto" w:fill="auto"/>
            <w:vAlign w:val="center"/>
          </w:tcPr>
          <w:p w14:paraId="44B7413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54EB573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793D3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D13434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708DA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9AC92C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8769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1EC2C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6355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C87B3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2CD1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1762B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D6810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C461F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44C6A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E85ED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048C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96FB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2FF8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F1E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EB78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86F7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C7CF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35E20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8644794" w14:textId="77777777" w:rsidTr="004654AF">
        <w:tc>
          <w:tcPr>
            <w:tcW w:w="959" w:type="dxa"/>
            <w:shd w:val="clear" w:color="auto" w:fill="auto"/>
            <w:vAlign w:val="center"/>
          </w:tcPr>
          <w:p w14:paraId="463FF43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E88AE2F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C8F10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778C6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F69F1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E70E5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C2EE7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E6DB3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19C2A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2840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650D5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2C37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9541F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375D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60EEC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585B2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21F7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2DE5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DC466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8548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35F0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6FB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2BB3C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89D5F7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90D79D4" w14:textId="77777777" w:rsidTr="004654AF">
        <w:tc>
          <w:tcPr>
            <w:tcW w:w="959" w:type="dxa"/>
            <w:shd w:val="clear" w:color="auto" w:fill="auto"/>
            <w:vAlign w:val="center"/>
          </w:tcPr>
          <w:p w14:paraId="0A1AA919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3BD5DDA1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инженерного обеспечения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6A430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3D7E0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BC489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DE7F8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72EB3D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B511B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E75B3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483B2F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B7630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01C9B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7582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B2283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609B8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E0643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5BC6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8C7FF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A4F4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46EE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231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A7E0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664D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4B5AF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14415390" w14:textId="77777777" w:rsidTr="004654AF">
        <w:tc>
          <w:tcPr>
            <w:tcW w:w="959" w:type="dxa"/>
            <w:shd w:val="clear" w:color="auto" w:fill="auto"/>
            <w:vAlign w:val="center"/>
          </w:tcPr>
          <w:p w14:paraId="1507B43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399D26F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2AE3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64F8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98E1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0069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1E3EE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03B522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ECC68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2D6D1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642A7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1397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BA21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7A895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782C3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24522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52373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1D77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6B07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FA65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1788F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EDB63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4DB1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D06AD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455F74CA" w14:textId="77777777" w:rsidTr="004654AF">
        <w:tc>
          <w:tcPr>
            <w:tcW w:w="959" w:type="dxa"/>
            <w:shd w:val="clear" w:color="auto" w:fill="auto"/>
            <w:vAlign w:val="center"/>
          </w:tcPr>
          <w:p w14:paraId="292F780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D1B9D26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7688C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0D0BE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2882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41003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5634C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D8CAF8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364A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2D89BC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ADD3D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48B069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487FC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FFA6F0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58189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582E60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BE9D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AC98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56F9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AA8C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CBD2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4F85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D29B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992875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165E40C" w14:textId="77777777" w:rsidTr="004654AF">
        <w:tc>
          <w:tcPr>
            <w:tcW w:w="959" w:type="dxa"/>
            <w:shd w:val="clear" w:color="auto" w:fill="auto"/>
            <w:vAlign w:val="center"/>
          </w:tcPr>
          <w:p w14:paraId="7A105534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FA19457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4C4AF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88F04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19DDB9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FFD66B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75ABC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02EB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E0F13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35B0B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6D3354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B00A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F96BB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A06A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2F56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810A6E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DF5D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1CA8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7EEB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2ECE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C61B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29BF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A321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954B3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30E1C3F" w14:textId="77777777" w:rsidTr="004654AF">
        <w:tc>
          <w:tcPr>
            <w:tcW w:w="959" w:type="dxa"/>
            <w:shd w:val="clear" w:color="auto" w:fill="auto"/>
            <w:vAlign w:val="center"/>
          </w:tcPr>
          <w:p w14:paraId="5CEA708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28EBF8E2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FB7CA0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CE0C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3C010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51B3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52FD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C81DB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D28B1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D3F81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84AB9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AC88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705C5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89A8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3188A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F8BFD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7730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864C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41F9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073E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078B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6E85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0680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88E38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53F2FD9B" w14:textId="77777777" w:rsidTr="004654AF">
        <w:tc>
          <w:tcPr>
            <w:tcW w:w="959" w:type="dxa"/>
            <w:shd w:val="clear" w:color="auto" w:fill="auto"/>
            <w:vAlign w:val="center"/>
          </w:tcPr>
          <w:p w14:paraId="6F5E6710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3A4CA46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инженерного обеспечения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F0A3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1CA42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76EA8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B3C27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DD5B7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ED66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8783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9D87B0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0F5C6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FD253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2D657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3E310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90016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37EF9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3934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8F95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5A6B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D77E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1709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C327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BE8D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6555D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285C8538" w14:textId="77777777" w:rsidTr="004654AF">
        <w:tc>
          <w:tcPr>
            <w:tcW w:w="959" w:type="dxa"/>
            <w:shd w:val="clear" w:color="auto" w:fill="auto"/>
            <w:vAlign w:val="center"/>
          </w:tcPr>
          <w:p w14:paraId="2BF8082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55DF977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1382B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2EEEB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2BFEF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865A4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E61F7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F66F73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C26FD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EDEC9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F7B7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1425D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A06F4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7F178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5A145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7012C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137F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022E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D1C4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5C0C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4A38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5965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9782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575EE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5C8F8B86" w14:textId="77777777" w:rsidTr="004654AF">
        <w:tc>
          <w:tcPr>
            <w:tcW w:w="959" w:type="dxa"/>
            <w:shd w:val="clear" w:color="auto" w:fill="auto"/>
            <w:vAlign w:val="center"/>
          </w:tcPr>
          <w:p w14:paraId="006F7DE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03CCD9F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7A91F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E186C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9F993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68AF1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5BBF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9C21B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6A51A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F17C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3FAA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A8D48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3365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3BB12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AC1BA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51120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17BC0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94BB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DD59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AD5DC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F355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322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1A95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2E0FE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3145AA0B" w14:textId="77777777" w:rsidTr="004654AF">
        <w:tc>
          <w:tcPr>
            <w:tcW w:w="959" w:type="dxa"/>
            <w:shd w:val="clear" w:color="auto" w:fill="auto"/>
            <w:vAlign w:val="center"/>
          </w:tcPr>
          <w:p w14:paraId="09E8818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37BDD676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8D92C1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E7DED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006DA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204CD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D3F337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CA68E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C0891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158098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9734A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6EBC6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E22AC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34FA6E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1C1EF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81AC6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91E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4E35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CB1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DC2B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7D9F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6453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E2FA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3AA8F3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55444CB6" w14:textId="77777777" w:rsidTr="004654AF">
        <w:tc>
          <w:tcPr>
            <w:tcW w:w="959" w:type="dxa"/>
            <w:shd w:val="clear" w:color="auto" w:fill="auto"/>
            <w:vAlign w:val="center"/>
          </w:tcPr>
          <w:p w14:paraId="58993924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9320F6B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08640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9685D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3CE919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6B4BE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F0F443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7B942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9479B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B23E3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AC918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FCD00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69828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6045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64B0A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7DC80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30B9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4EB0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DEBB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DED2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A8A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FAED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2D0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5F78F6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69ED786" w14:textId="77777777" w:rsidTr="004654AF">
        <w:tc>
          <w:tcPr>
            <w:tcW w:w="959" w:type="dxa"/>
            <w:shd w:val="clear" w:color="auto" w:fill="auto"/>
            <w:vAlign w:val="center"/>
          </w:tcPr>
          <w:p w14:paraId="383FBF1B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0933240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инженерной поддержки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9FB60A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BB777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87FB5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6B19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5AC77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7E39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6F53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ED815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B6579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84BC2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D6AF5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B5403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1F8B4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22DF5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23EB3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5042A8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F48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FA3F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0E0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5C63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582D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BD071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2E27D82D" w14:textId="77777777" w:rsidTr="004654AF">
        <w:tc>
          <w:tcPr>
            <w:tcW w:w="959" w:type="dxa"/>
            <w:shd w:val="clear" w:color="auto" w:fill="auto"/>
            <w:vAlign w:val="center"/>
          </w:tcPr>
          <w:p w14:paraId="36BF06F9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97B4962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BB27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D4AC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8E2FCB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7068E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18E80F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2F709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A2153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B9934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F79EF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3E14D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559C7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0382D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62528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A8372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CAE37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85CBB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E5D4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1307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008E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5656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46F4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9207B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4CE9A796" w14:textId="77777777" w:rsidTr="004654AF">
        <w:tc>
          <w:tcPr>
            <w:tcW w:w="959" w:type="dxa"/>
            <w:shd w:val="clear" w:color="auto" w:fill="auto"/>
            <w:vAlign w:val="center"/>
          </w:tcPr>
          <w:p w14:paraId="499CF29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25136632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4444F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B44C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EE5873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680D5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78569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4343A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2C108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25E56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82D2C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803EF0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9F664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6CAF8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09721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0F268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A45F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F62C8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1662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DA0C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12C8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9B58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B1B7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BC76E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3A438D1" w14:textId="77777777" w:rsidTr="004654AF">
        <w:tc>
          <w:tcPr>
            <w:tcW w:w="959" w:type="dxa"/>
            <w:shd w:val="clear" w:color="auto" w:fill="auto"/>
            <w:vAlign w:val="center"/>
          </w:tcPr>
          <w:p w14:paraId="3ACF097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33AA4018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5699E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FFFEB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7FF88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1340B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4995C7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7D6A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879A97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679D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8147A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4BB9E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B794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9B6B18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0C457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74FB9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7FB6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8B63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682C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8320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7B11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93C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7A63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83FD3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65DFA338" w14:textId="77777777" w:rsidTr="004654AF">
        <w:tc>
          <w:tcPr>
            <w:tcW w:w="959" w:type="dxa"/>
            <w:shd w:val="clear" w:color="auto" w:fill="auto"/>
            <w:vAlign w:val="center"/>
          </w:tcPr>
          <w:p w14:paraId="7E248D4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B4CD799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DF7FDB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DCC6B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519F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46F11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3FFD72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8EF04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49D1D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A74B4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A2ADC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5B60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19FEA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E4F6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0C823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91664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1F5D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45E4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5EF7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3D6B6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4DA0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0CE8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368D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8CD45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5ADE8C3" w14:textId="77777777" w:rsidTr="004654AF">
        <w:tc>
          <w:tcPr>
            <w:tcW w:w="959" w:type="dxa"/>
            <w:shd w:val="clear" w:color="auto" w:fill="auto"/>
            <w:vAlign w:val="center"/>
          </w:tcPr>
          <w:p w14:paraId="4F8599D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536AFE81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обеспечения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B286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DD770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D0A468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3FC2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F1FB5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E7D9A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3A312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1FB09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98FC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60CE44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9EB9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F3032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71E7A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73E0B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5CB25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93321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640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3BB3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5FCF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A030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72CB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45FFE9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0AAF479E" w14:textId="77777777" w:rsidTr="004654AF">
        <w:tc>
          <w:tcPr>
            <w:tcW w:w="959" w:type="dxa"/>
            <w:shd w:val="clear" w:color="auto" w:fill="auto"/>
            <w:vAlign w:val="center"/>
          </w:tcPr>
          <w:p w14:paraId="7BC72DB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2331E47B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обеспечения качества комплектующих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1707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A7DB7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3E567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2B280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4FD95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F558B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FDA9C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0B180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49CD2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F4909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FF3223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D74DB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70601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C6B1D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49B1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2EBA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B8BF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A95E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A55E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2ABB7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65D0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0EFCD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127D9F53" w14:textId="77777777" w:rsidTr="004654AF">
        <w:tc>
          <w:tcPr>
            <w:tcW w:w="959" w:type="dxa"/>
            <w:shd w:val="clear" w:color="auto" w:fill="auto"/>
            <w:vAlign w:val="center"/>
          </w:tcPr>
          <w:p w14:paraId="015B347F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22F99EA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D492D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B5CA80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CA653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D5C2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AA5D8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761EF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38E4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8B19D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0F0301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971BA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113E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F998A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06064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CF566C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746A4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1D45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0EDC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1F76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0323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66A43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6B0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DADE0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293F1A2" w14:textId="77777777" w:rsidTr="004654AF">
        <w:tc>
          <w:tcPr>
            <w:tcW w:w="959" w:type="dxa"/>
            <w:shd w:val="clear" w:color="auto" w:fill="auto"/>
            <w:vAlign w:val="center"/>
          </w:tcPr>
          <w:p w14:paraId="7855F490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494281C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обеспечения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2D36D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42DCA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BBCD9C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FB50A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251FA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0B6B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7209E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95D19B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3B061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086A0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7CD39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734E3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30CCA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CC894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019E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73D4F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1A7B8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0B9B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E252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75F7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ABCE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E28E9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60789D6" w14:textId="77777777" w:rsidTr="004654AF">
        <w:tc>
          <w:tcPr>
            <w:tcW w:w="959" w:type="dxa"/>
            <w:shd w:val="clear" w:color="auto" w:fill="auto"/>
            <w:vAlign w:val="center"/>
          </w:tcPr>
          <w:p w14:paraId="00A984A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251F7DA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управления качеством на рынке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D9E04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22977C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BE3EB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D397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D5A32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84FF3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E4211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7ACD7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CD1C9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72CA1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62A35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C4E87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BB7F5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B6360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753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F335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6851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1574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127B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2925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8E31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71043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42B42F31" w14:textId="77777777" w:rsidTr="004654AF">
        <w:tc>
          <w:tcPr>
            <w:tcW w:w="959" w:type="dxa"/>
            <w:shd w:val="clear" w:color="auto" w:fill="auto"/>
            <w:vAlign w:val="center"/>
          </w:tcPr>
          <w:p w14:paraId="4A3FC4D0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B6E32E3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DA2E1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ABAD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12290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6206B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4D000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B005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DDDE7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50E6D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58CDA8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7A8BBB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F3574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0B5E9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DD99A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FFAAB7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10A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5991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2ED8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243A2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D8B20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397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4919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9627F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317603E" w14:textId="77777777" w:rsidTr="004654AF">
        <w:tc>
          <w:tcPr>
            <w:tcW w:w="959" w:type="dxa"/>
            <w:shd w:val="clear" w:color="auto" w:fill="auto"/>
            <w:vAlign w:val="center"/>
          </w:tcPr>
          <w:p w14:paraId="15833D99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6DEE568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организации таможенного оформления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013A3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C843FB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88E3F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4365F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4FF6D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21EC1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E6AEE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74F24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276F8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DEE4F3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A6265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BD5E1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730C0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44E43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8C1D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41DA8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6835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F76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F1759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3A098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8BBB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7AA15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26043808" w14:textId="77777777" w:rsidTr="004654AF">
        <w:tc>
          <w:tcPr>
            <w:tcW w:w="959" w:type="dxa"/>
            <w:shd w:val="clear" w:color="auto" w:fill="auto"/>
            <w:vAlign w:val="center"/>
          </w:tcPr>
          <w:p w14:paraId="32D3E0C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562D2E5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Таможенный сектор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B413FD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13AA1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14EA9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1D454C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9C5C2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2B99D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5E908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7F2A7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316CA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C55DF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76DC8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BF785A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1CF4A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86E0E9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31F75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E9B7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20DC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B5D00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F9F1A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B9A4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E14D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66544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6234CB5" w14:textId="77777777" w:rsidTr="004654AF">
        <w:tc>
          <w:tcPr>
            <w:tcW w:w="959" w:type="dxa"/>
            <w:shd w:val="clear" w:color="auto" w:fill="auto"/>
            <w:vAlign w:val="center"/>
          </w:tcPr>
          <w:p w14:paraId="0AE65E2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2B6D070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A6743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693D9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10B5F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C4E7E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4701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109F0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5694A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355A4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7855D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25458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8C56F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95D3EC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93ED0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9C183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DAF51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F931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F458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C45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CB3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DD1B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8789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EBF90D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D722056" w14:textId="77777777" w:rsidTr="004654AF">
        <w:tc>
          <w:tcPr>
            <w:tcW w:w="959" w:type="dxa"/>
            <w:shd w:val="clear" w:color="auto" w:fill="auto"/>
            <w:vAlign w:val="center"/>
          </w:tcPr>
          <w:p w14:paraId="7342B117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090AA6D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охраны труда, промышленной безопасности и энергообеспечения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8E7072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20AC1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1BBC2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B124D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83774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26F84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B3D48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9256F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2B6D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91019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9C149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72746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8D9C8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5FCD34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414B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EE63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7B6B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0A0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9AB63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4DA3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758E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4E4ED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1CEF82A6" w14:textId="77777777" w:rsidTr="004654AF">
        <w:tc>
          <w:tcPr>
            <w:tcW w:w="959" w:type="dxa"/>
            <w:shd w:val="clear" w:color="auto" w:fill="auto"/>
            <w:vAlign w:val="center"/>
          </w:tcPr>
          <w:p w14:paraId="0E4F5524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4820E03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Служба охраны труда и промышленной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C604A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5283F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41992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41ED9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E887E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5751B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A0304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4686C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526CF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CFB1A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84433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B752A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8D9EAB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B0E53B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E2FE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86F9E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20BD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2287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C5B21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4D12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0D6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3C58E4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283688B" w14:textId="77777777" w:rsidTr="004654AF">
        <w:tc>
          <w:tcPr>
            <w:tcW w:w="959" w:type="dxa"/>
            <w:shd w:val="clear" w:color="auto" w:fill="auto"/>
            <w:vAlign w:val="center"/>
          </w:tcPr>
          <w:p w14:paraId="2B73D9C5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6762EA4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EE7F5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BEA0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31620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88A283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734B9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BCDA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4178E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D05B7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2520A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07505C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46BA30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05AD1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727333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5E5C3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7D6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0004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ABAE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5ABA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A95C8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4EC6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ED0E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11089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1F7082B0" w14:textId="77777777" w:rsidTr="004654AF">
        <w:tc>
          <w:tcPr>
            <w:tcW w:w="959" w:type="dxa"/>
            <w:shd w:val="clear" w:color="auto" w:fill="auto"/>
            <w:vAlign w:val="center"/>
          </w:tcPr>
          <w:p w14:paraId="364E8BF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7E5D5913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E2F2A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28CF9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53AE5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F8DC1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C41A2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D123B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F6F323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7E73E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65F2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B08674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C6F4B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4B1B5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98CD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119E26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0FE8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4547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42B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6E3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6A7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26F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56B6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B55A3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20E8885F" w14:textId="77777777" w:rsidTr="004654AF">
        <w:tc>
          <w:tcPr>
            <w:tcW w:w="959" w:type="dxa"/>
            <w:shd w:val="clear" w:color="auto" w:fill="auto"/>
            <w:vAlign w:val="center"/>
          </w:tcPr>
          <w:p w14:paraId="3A52566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3C99DAA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контроля бюджета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8B239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86727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8501C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462D4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E8ECA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6ED4B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849B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25AEA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4E262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BD85FB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DDDF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8DDBF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1A19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A5DD5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DCEF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2EA49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CBC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A31E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CBFD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D938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9AF0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16D15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3B37FEEC" w14:textId="77777777" w:rsidTr="004654AF">
        <w:tc>
          <w:tcPr>
            <w:tcW w:w="959" w:type="dxa"/>
            <w:shd w:val="clear" w:color="auto" w:fill="auto"/>
            <w:vAlign w:val="center"/>
          </w:tcPr>
          <w:p w14:paraId="13C476A3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30801AF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53598C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433BE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024C4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DA2EEB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ADCF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FF6C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DF03B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42DB1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81115F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28478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F0703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B20F8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F173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BE5B6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A666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A7D7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F49B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C77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41714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A343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4E36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C8090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5FB1B9C" w14:textId="77777777" w:rsidTr="004654AF">
        <w:tc>
          <w:tcPr>
            <w:tcW w:w="959" w:type="dxa"/>
            <w:shd w:val="clear" w:color="auto" w:fill="auto"/>
            <w:vAlign w:val="center"/>
          </w:tcPr>
          <w:p w14:paraId="6E3B663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7CC6A6C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81B9E8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69E880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AD531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FD189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492F4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4B0C4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7F2F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64A7F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1A64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6817A8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04623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C4F2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79514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D5137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C64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636E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97A8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3B13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635AD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A195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03223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7453B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6E0C5309" w14:textId="77777777" w:rsidTr="004654AF">
        <w:tc>
          <w:tcPr>
            <w:tcW w:w="959" w:type="dxa"/>
            <w:shd w:val="clear" w:color="auto" w:fill="auto"/>
            <w:vAlign w:val="center"/>
          </w:tcPr>
          <w:p w14:paraId="3D5F24B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6102978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513A1C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D32508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48CB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A085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E1D63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88F15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43A7A4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2717D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6F458B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6FD7C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59CBC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8F2510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31AC0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44A46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7B93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DCCE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DAAF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908F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E0DD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96F0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704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E8DB9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DC626C5" w14:textId="77777777" w:rsidTr="004654AF">
        <w:tc>
          <w:tcPr>
            <w:tcW w:w="959" w:type="dxa"/>
            <w:shd w:val="clear" w:color="auto" w:fill="auto"/>
            <w:vAlign w:val="center"/>
          </w:tcPr>
          <w:p w14:paraId="69DA79F3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D855EE0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095C4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9C047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8646F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007E3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9AD733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E29E6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88C61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9835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65A7B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84491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9A1AF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CF7B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4C4F6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323BC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FC1ED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38909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0F29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A77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AA505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D9CB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7098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695D9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EA1DB8A" w14:textId="77777777" w:rsidTr="004654AF">
        <w:tc>
          <w:tcPr>
            <w:tcW w:w="959" w:type="dxa"/>
            <w:shd w:val="clear" w:color="auto" w:fill="auto"/>
            <w:vAlign w:val="center"/>
          </w:tcPr>
          <w:p w14:paraId="25CA258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570EEE08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по производству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2CE8D0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90479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BAFE2E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5A1CD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B4470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BADCC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57BF9A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0247C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2D523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5CF6E4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1C72C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102407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70615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85308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8CCF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903B8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CDDE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D8574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8E8D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28E3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49A97D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29BF656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3D9A3ED" w14:textId="77777777" w:rsidTr="004654AF">
        <w:tc>
          <w:tcPr>
            <w:tcW w:w="959" w:type="dxa"/>
            <w:shd w:val="clear" w:color="auto" w:fill="auto"/>
            <w:vAlign w:val="center"/>
          </w:tcPr>
          <w:p w14:paraId="126FFCAD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D3D2D85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BM Mass Production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F083B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9E93F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433B4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E952D2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BF1C0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47C7D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6E9C1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0BC89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C0122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29171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0B682C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4C3FA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D6E54D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2CB9E5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A12D7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5B65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6450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6ABA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78F0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B940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F8021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D76063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575D35D" w14:textId="77777777" w:rsidTr="004654AF">
        <w:tc>
          <w:tcPr>
            <w:tcW w:w="959" w:type="dxa"/>
            <w:shd w:val="clear" w:color="auto" w:fill="auto"/>
            <w:vAlign w:val="center"/>
          </w:tcPr>
          <w:p w14:paraId="7F72B88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6F1DEF94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A7CE7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4BE285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1DFD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F82A4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1F0CA6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D92EA2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82DAE3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B822C5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EC82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6530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3F04AE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476F3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25770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7F858C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6B8B4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C9E93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03FF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DFB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3911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5D2C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8212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41C1C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4ED9C69D" w14:textId="77777777" w:rsidTr="004654AF">
        <w:tc>
          <w:tcPr>
            <w:tcW w:w="959" w:type="dxa"/>
            <w:shd w:val="clear" w:color="auto" w:fill="auto"/>
            <w:vAlign w:val="center"/>
          </w:tcPr>
          <w:p w14:paraId="443A957D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685BC3F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разработки 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3937C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C1EFC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BC4DB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15267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87196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8B4C0B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95254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67C82B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AF0F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3EBDE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AC314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8E85B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0867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2E6BDA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9A273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DECB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4451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E9E7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5122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9263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15F2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EDCFCC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282EDFAF" w14:textId="77777777" w:rsidTr="004654AF">
        <w:tc>
          <w:tcPr>
            <w:tcW w:w="959" w:type="dxa"/>
            <w:shd w:val="clear" w:color="auto" w:fill="auto"/>
            <w:vAlign w:val="center"/>
          </w:tcPr>
          <w:p w14:paraId="13A565F5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B451137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B241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87744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288F13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A9AF9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664EB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8B891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BBFAC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35B3A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DE4DD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00995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AB57B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4F59E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238D7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19B1ED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21B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13E8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CEAC3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B19F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2BD9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9FDB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C7514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F84E4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53BAF97" w14:textId="77777777" w:rsidTr="004654AF">
        <w:tc>
          <w:tcPr>
            <w:tcW w:w="959" w:type="dxa"/>
            <w:shd w:val="clear" w:color="auto" w:fill="auto"/>
            <w:vAlign w:val="center"/>
          </w:tcPr>
          <w:p w14:paraId="2947FF5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4A1B5A03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производственного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65901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FA5FD3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DF023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0920E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E3108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A2F17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BAC23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5DD0B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C0A47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15F39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D1EA7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C13CD7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EBE80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D48742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9BBC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49882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CF9D5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D39F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A047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E962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72C9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ABBE4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59A644E" w14:textId="77777777" w:rsidTr="004654AF">
        <w:tc>
          <w:tcPr>
            <w:tcW w:w="959" w:type="dxa"/>
            <w:shd w:val="clear" w:color="auto" w:fill="auto"/>
            <w:vAlign w:val="center"/>
          </w:tcPr>
          <w:p w14:paraId="0DCC20C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B133681" w14:textId="77777777" w:rsidR="00270413" w:rsidRPr="00270413" w:rsidRDefault="00270413" w:rsidP="001B19D8">
            <w:pPr>
              <w:jc w:val="center"/>
              <w:rPr>
                <w:i/>
                <w:sz w:val="18"/>
                <w:szCs w:val="18"/>
              </w:rPr>
            </w:pPr>
            <w:r w:rsidRPr="00270413">
              <w:rPr>
                <w:i/>
                <w:sz w:val="18"/>
                <w:szCs w:val="18"/>
              </w:rPr>
              <w:t>Сектор производственного планирования производства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B1EF1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D2347B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D83024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FA82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66B8C3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6EFA9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344578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FDF8D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E47E4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70688C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0BABB6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6B30D5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E14B18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AEB74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EE2C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D1CE7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EFF8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15FE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3AA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431E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F1D8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00B1E6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07E5C84" w14:textId="77777777" w:rsidTr="004654AF">
        <w:tc>
          <w:tcPr>
            <w:tcW w:w="959" w:type="dxa"/>
            <w:shd w:val="clear" w:color="auto" w:fill="auto"/>
            <w:vAlign w:val="center"/>
          </w:tcPr>
          <w:p w14:paraId="3F06ED29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7C51C3C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планированию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FD8D1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BDECCE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D685E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7FBCD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200AC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EE422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11AAB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7272D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50A78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DAA57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E484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BE3C6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1F850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03EEF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7AB82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F81F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DFBE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93003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BD2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41FCD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8DF11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367CF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93E2467" w14:textId="77777777" w:rsidTr="004654AF">
        <w:tc>
          <w:tcPr>
            <w:tcW w:w="959" w:type="dxa"/>
            <w:shd w:val="clear" w:color="auto" w:fill="auto"/>
            <w:vAlign w:val="center"/>
          </w:tcPr>
          <w:p w14:paraId="6AB02265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022472DB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разработки технологических процессов производства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B5700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3AF405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543AFE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0C025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66BB7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D7DE42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1A6D9C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8FD7B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F8690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2852163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02B63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B8485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6072E1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C8099A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92647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2525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0F808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C233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1BA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7F77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227DB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23D6A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38F6CF5" w14:textId="77777777" w:rsidTr="004654AF">
        <w:tc>
          <w:tcPr>
            <w:tcW w:w="959" w:type="dxa"/>
            <w:shd w:val="clear" w:color="auto" w:fill="auto"/>
            <w:vAlign w:val="center"/>
          </w:tcPr>
          <w:p w14:paraId="600781F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B11FF5B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C7E0D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AEB8B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9458A9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BE2AA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1B8D2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A67EE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02DA0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181348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4C8C44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1EE29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CE671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F8CB9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4BBD82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560DD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30E9C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848FD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8E24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222C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1816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18955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2528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69956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5AED20D" w14:textId="77777777" w:rsidTr="004654AF">
        <w:tc>
          <w:tcPr>
            <w:tcW w:w="959" w:type="dxa"/>
            <w:shd w:val="clear" w:color="auto" w:fill="auto"/>
            <w:vAlign w:val="center"/>
          </w:tcPr>
          <w:p w14:paraId="1053CF5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7A4527DF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1780D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2B752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DEAF5F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9EAAC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AEF05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EC014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9E3F9D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9F4A46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95370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119B9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00ED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5B2E22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A9BA17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F8EA9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1AA6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8359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067C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E6E34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AB0C7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0AF9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1227C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D8C97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76532010" w14:textId="77777777" w:rsidTr="004654AF">
        <w:tc>
          <w:tcPr>
            <w:tcW w:w="959" w:type="dxa"/>
            <w:shd w:val="clear" w:color="auto" w:fill="auto"/>
            <w:vAlign w:val="center"/>
          </w:tcPr>
          <w:p w14:paraId="1EBCDEB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EB9E455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796B6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19C55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CB4E8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42E3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80C093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0CB3B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FB6B59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F61CA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5AE36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766E0C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0CAD9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10183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22FDFD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1AAF7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E2CC9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D08FD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2AAE5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6E9F1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D9EF6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C2F9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F103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6D1FC1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1DE38D1" w14:textId="77777777" w:rsidTr="004654AF">
        <w:tc>
          <w:tcPr>
            <w:tcW w:w="959" w:type="dxa"/>
            <w:shd w:val="clear" w:color="auto" w:fill="auto"/>
            <w:vAlign w:val="center"/>
          </w:tcPr>
          <w:p w14:paraId="6E01EE09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B15C295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D6BCF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51B82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B6C58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67DBB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0A09B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C7163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0EC9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35325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7C07F1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ED897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641BC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2F78C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DC4D5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6331C10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C752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C36F0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886CD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C343A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71A3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55A7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EC60B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4D466D5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2DDA7873" w14:textId="77777777" w:rsidTr="004654AF">
        <w:tc>
          <w:tcPr>
            <w:tcW w:w="959" w:type="dxa"/>
            <w:shd w:val="clear" w:color="auto" w:fill="auto"/>
            <w:vAlign w:val="center"/>
          </w:tcPr>
          <w:p w14:paraId="65366DF5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74254D82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управления рисками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1B57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1FBC39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28AAD1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D1EA7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C11199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0F6A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76B1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35839F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598B58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E77F60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B25133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585E64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2FDB3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EF9F78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996CA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EB0D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84F83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33CE5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80CB5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04636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627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10FFF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665438F6" w14:textId="77777777" w:rsidTr="004654AF">
        <w:tc>
          <w:tcPr>
            <w:tcW w:w="959" w:type="dxa"/>
            <w:shd w:val="clear" w:color="auto" w:fill="auto"/>
            <w:vAlign w:val="center"/>
          </w:tcPr>
          <w:p w14:paraId="314B9A9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3C7638EB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E7273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7CD7C2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121EE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DD956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C6B57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2B9AE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AE244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562C9C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9E4FED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112371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2D7EF7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10A124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A6BFF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C28E92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4DF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87874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5DD58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D4BBE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39B1D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6830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BEB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62BB8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66EB4A38" w14:textId="77777777" w:rsidTr="004654AF">
        <w:tc>
          <w:tcPr>
            <w:tcW w:w="959" w:type="dxa"/>
            <w:shd w:val="clear" w:color="auto" w:fill="auto"/>
            <w:vAlign w:val="center"/>
          </w:tcPr>
          <w:p w14:paraId="481A2E9A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2F7A9FBD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Сектор контроля затрат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E4EEEA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527349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C198B9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B0C76E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83915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0ECCE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BC2A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8A8C4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D8BEE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C37CD2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3C60A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F92F5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3DAFA8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2CAB4F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C1A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D32DA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8ADB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18441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F924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0130D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BC0E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F93DF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05670922" w14:textId="77777777" w:rsidTr="004654AF">
        <w:tc>
          <w:tcPr>
            <w:tcW w:w="959" w:type="dxa"/>
            <w:shd w:val="clear" w:color="auto" w:fill="auto"/>
            <w:vAlign w:val="center"/>
          </w:tcPr>
          <w:p w14:paraId="6B8B22E1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53C5F817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CB68F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2879B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7679B4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CBD0D4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B3E4E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F61C9B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8429C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A4294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743EB3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3A469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56DC53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F333B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B870E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573AE2F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21707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E4B6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48EFA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E43DD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E54A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A306B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5E8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C04F63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3995E10E" w14:textId="77777777" w:rsidTr="004654AF">
        <w:tc>
          <w:tcPr>
            <w:tcW w:w="959" w:type="dxa"/>
            <w:shd w:val="clear" w:color="auto" w:fill="auto"/>
            <w:vAlign w:val="center"/>
          </w:tcPr>
          <w:p w14:paraId="5CD60CB4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1AB24DCE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55F875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CD7F49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3CF12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A04D9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715A4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452D40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389CDAD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4857E0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0414E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46B85B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F4B1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539A3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F50CC4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9B8811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3D91B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0C20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44D49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9D247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8BA64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7666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51C59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E1653B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56D6DB91" w14:textId="77777777" w:rsidTr="004654AF">
        <w:tc>
          <w:tcPr>
            <w:tcW w:w="959" w:type="dxa"/>
            <w:shd w:val="clear" w:color="auto" w:fill="auto"/>
            <w:vAlign w:val="center"/>
          </w:tcPr>
          <w:p w14:paraId="45E7A6A2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62F078CE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Сектор улучшений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E575C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884FA1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07AF8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899770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277B33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523FC6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7096118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482BE87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7814D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684640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6FFD5B8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65ADD3E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8A696F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9FB347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196B5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36B5F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F0107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B4542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0C915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2F98A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0042C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780E476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1F5C7FE8" w14:textId="77777777" w:rsidTr="004654AF">
        <w:tc>
          <w:tcPr>
            <w:tcW w:w="959" w:type="dxa"/>
            <w:shd w:val="clear" w:color="auto" w:fill="auto"/>
            <w:vAlign w:val="center"/>
          </w:tcPr>
          <w:p w14:paraId="0BB221B8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4BC453BA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5CCF62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0B884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C79389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17D807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6B5BC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50A9D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338EF4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A40E0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05F9CFD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BA6E1D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2C31D4B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EB91B8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E6228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6A7F11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D8BBD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AA578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ECD9F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73BA1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B6F5D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034CF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ACA1B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30C562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70413" w:rsidRPr="00F06873" w14:paraId="0A897765" w14:textId="77777777" w:rsidTr="004654AF">
        <w:tc>
          <w:tcPr>
            <w:tcW w:w="959" w:type="dxa"/>
            <w:shd w:val="clear" w:color="auto" w:fill="auto"/>
            <w:vAlign w:val="center"/>
          </w:tcPr>
          <w:p w14:paraId="3AA39823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31103AAD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6A7CF05" w14:textId="01EDDFEA" w:rsidR="00270413" w:rsidRDefault="003A075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EBDDA4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46C432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8598CE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E7E7FC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5F9190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0415D9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76B000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915291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1BD5E99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86E187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32ADA7A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B05BFCE" w14:textId="405975A4" w:rsidR="00270413" w:rsidRDefault="003A075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369C31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28C7A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7F32A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C7B9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0010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D533C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2F396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B9C0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20A271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270413" w:rsidRPr="00F06873" w14:paraId="216030FC" w14:textId="77777777" w:rsidTr="004654AF">
        <w:tc>
          <w:tcPr>
            <w:tcW w:w="959" w:type="dxa"/>
            <w:shd w:val="clear" w:color="auto" w:fill="auto"/>
            <w:vAlign w:val="center"/>
          </w:tcPr>
          <w:p w14:paraId="56B6046E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14:paraId="1FD4C648" w14:textId="77777777" w:rsidR="00270413" w:rsidRPr="00270413" w:rsidRDefault="00270413" w:rsidP="001B19D8">
            <w:pPr>
              <w:jc w:val="center"/>
              <w:rPr>
                <w:b/>
                <w:sz w:val="18"/>
                <w:szCs w:val="18"/>
              </w:rPr>
            </w:pPr>
            <w:r w:rsidRPr="00270413">
              <w:rPr>
                <w:b/>
                <w:sz w:val="18"/>
                <w:szCs w:val="18"/>
              </w:rPr>
              <w:t>Отдел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0C7753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3EE8E6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7F19B1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5AD6FFB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051D0B3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4643060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44A3ED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F5975D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260B0B6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10C24FB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097896F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14:paraId="72435A4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14:paraId="1CEABDD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480CFF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B73D2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B1D5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83630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F3DB0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2684AB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BC67E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EA728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A37FFE2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70413" w:rsidRPr="00F06873" w14:paraId="7343245A" w14:textId="77777777" w:rsidTr="004654AF">
        <w:tc>
          <w:tcPr>
            <w:tcW w:w="959" w:type="dxa"/>
            <w:shd w:val="clear" w:color="auto" w:fill="auto"/>
            <w:vAlign w:val="center"/>
          </w:tcPr>
          <w:p w14:paraId="0243E9A6" w14:textId="77777777" w:rsid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14:paraId="02673E54" w14:textId="77777777" w:rsidR="00270413" w:rsidRPr="00270413" w:rsidRDefault="0027041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4DCED8C3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135E7CD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AE710CE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D7C6F1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29BFF29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43CB8911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725619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6C2507F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63B0BA5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0DE9B3CA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9A2FC7C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CBD126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14:paraId="5C783F8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C2A01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2D9B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B6A0E4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46FDC7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2A8E9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96E8F5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73D1A6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3EB48F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0AA190F8" w14:textId="77777777" w:rsidR="00270413" w:rsidRDefault="0027041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14:paraId="71D67B9E" w14:textId="77777777" w:rsidR="0065289A" w:rsidRDefault="0065289A" w:rsidP="009A1326">
      <w:pPr>
        <w:rPr>
          <w:sz w:val="18"/>
          <w:szCs w:val="18"/>
          <w:lang w:val="en-US"/>
        </w:rPr>
      </w:pPr>
    </w:p>
    <w:p w14:paraId="4C513E08" w14:textId="77777777" w:rsidR="00936F48" w:rsidRPr="00FD5E7D" w:rsidRDefault="00936F48" w:rsidP="00936F48">
      <w:pPr>
        <w:rPr>
          <w:lang w:val="en-US"/>
        </w:rPr>
      </w:pPr>
      <w:r w:rsidRPr="00DB70BA">
        <w:t xml:space="preserve">Дата </w:t>
      </w:r>
      <w:proofErr w:type="gramStart"/>
      <w:r w:rsidRPr="00DB70BA">
        <w:t>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270413">
        <w:rPr>
          <w:rStyle w:val="a9"/>
        </w:rPr>
        <w:t xml:space="preserve">  </w:t>
      </w:r>
      <w:proofErr w:type="gramEnd"/>
      <w:r w:rsidR="00270413">
        <w:rPr>
          <w:rStyle w:val="a9"/>
        </w:rPr>
        <w:t xml:space="preserve">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14:paraId="63C58675" w14:textId="77777777" w:rsidR="004654AF" w:rsidRDefault="004654AF" w:rsidP="009D6532"/>
    <w:p w14:paraId="2BC41045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2A4B8D8B" w14:textId="77777777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BB0F1C6" w14:textId="72AF1384"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14:paraId="6E37F013" w14:textId="77777777"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7301FD1D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2E583740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094C5384" w14:textId="418C9DD9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502CAA72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5C93B9CB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12E687B0" w14:textId="77777777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2F81DD72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241930FD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757913D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40FA9584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6846B933" w14:textId="77777777" w:rsidR="009D6532" w:rsidRPr="000905BE" w:rsidRDefault="0027041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7C3BC7F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1C736B42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30F03412" w14:textId="77777777" w:rsidR="009D6532" w:rsidRDefault="009D6532" w:rsidP="009D6532">
      <w:pPr>
        <w:rPr>
          <w:lang w:val="en-US"/>
        </w:rPr>
      </w:pPr>
    </w:p>
    <w:p w14:paraId="0A0A54CF" w14:textId="77777777"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589BF3D3" w14:textId="77777777" w:rsidTr="0027041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49643A80" w14:textId="6565BA52" w:rsidR="009D6532" w:rsidRPr="004E51DC" w:rsidRDefault="009D6532" w:rsidP="009D6532">
            <w:pPr>
              <w:pStyle w:val="aa"/>
            </w:pPr>
            <w:bookmarkStart w:id="9" w:name="_GoBack"/>
            <w:bookmarkEnd w:id="9"/>
          </w:p>
        </w:tc>
        <w:tc>
          <w:tcPr>
            <w:tcW w:w="283" w:type="dxa"/>
            <w:vAlign w:val="bottom"/>
          </w:tcPr>
          <w:p w14:paraId="25252E46" w14:textId="77777777"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E6CEAE1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537B7D19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437B0D3C" w14:textId="4A906114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62B798E0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3870C0A9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1E76D847" w14:textId="77777777" w:rsidTr="0027041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71E5DD1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1A5F835D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5D3F4FB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60E1090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34240F36" w14:textId="77777777" w:rsidR="009D6532" w:rsidRPr="000905BE" w:rsidRDefault="00270413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666850E6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4AF46FE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70413" w:rsidRPr="00270413" w14:paraId="045ECBA9" w14:textId="77777777" w:rsidTr="0027041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53D4F6" w14:textId="30EF3F8C" w:rsidR="00270413" w:rsidRPr="00270413" w:rsidRDefault="00270413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B1DD1E9" w14:textId="77777777" w:rsidR="00270413" w:rsidRPr="00270413" w:rsidRDefault="0027041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AAABE" w14:textId="77777777" w:rsidR="00270413" w:rsidRPr="00270413" w:rsidRDefault="0027041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E44FF5B" w14:textId="77777777" w:rsidR="00270413" w:rsidRPr="00270413" w:rsidRDefault="0027041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53913" w14:textId="1FE90E8A" w:rsidR="00270413" w:rsidRPr="00270413" w:rsidRDefault="0027041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B6B77C7" w14:textId="77777777" w:rsidR="00270413" w:rsidRPr="00270413" w:rsidRDefault="0027041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DEDA05" w14:textId="77777777" w:rsidR="00270413" w:rsidRPr="00270413" w:rsidRDefault="00270413" w:rsidP="009D6532">
            <w:pPr>
              <w:pStyle w:val="aa"/>
            </w:pPr>
          </w:p>
        </w:tc>
      </w:tr>
      <w:tr w:rsidR="00270413" w:rsidRPr="00270413" w14:paraId="4EE69914" w14:textId="77777777" w:rsidTr="0027041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43B7BDB4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  <w:r w:rsidRPr="0027041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7AF57BC7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69A75E2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  <w:r w:rsidRPr="0027041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5EA92ADA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ADDDF8A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  <w:r w:rsidRPr="0027041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4CD56BA7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328FBA30" w14:textId="77777777" w:rsidR="00270413" w:rsidRPr="00270413" w:rsidRDefault="00270413" w:rsidP="009D6532">
            <w:pPr>
              <w:pStyle w:val="aa"/>
              <w:rPr>
                <w:vertAlign w:val="superscript"/>
              </w:rPr>
            </w:pPr>
            <w:r w:rsidRPr="00270413">
              <w:rPr>
                <w:vertAlign w:val="superscript"/>
              </w:rPr>
              <w:t>(дата)</w:t>
            </w:r>
          </w:p>
        </w:tc>
      </w:tr>
    </w:tbl>
    <w:p w14:paraId="7F8B85B4" w14:textId="77777777" w:rsidR="002743B5" w:rsidRDefault="002743B5" w:rsidP="002743B5">
      <w:pPr>
        <w:rPr>
          <w:lang w:val="en-US"/>
        </w:rPr>
      </w:pPr>
    </w:p>
    <w:p w14:paraId="26954ABF" w14:textId="77777777"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70413" w14:paraId="7B806689" w14:textId="77777777" w:rsidTr="0027041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613AB5" w14:textId="3E251DA6" w:rsidR="002743B5" w:rsidRPr="0027041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51609DE" w14:textId="77777777" w:rsidR="002743B5" w:rsidRPr="0027041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857ADD" w14:textId="77777777" w:rsidR="002743B5" w:rsidRPr="0027041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0C75BBC" w14:textId="77777777" w:rsidR="002743B5" w:rsidRPr="00270413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700E8" w14:textId="4ADF888B" w:rsidR="002743B5" w:rsidRPr="0027041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5C8A944E" w14:textId="77777777" w:rsidR="002743B5" w:rsidRPr="0027041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684DE0" w14:textId="77777777" w:rsidR="002743B5" w:rsidRPr="00270413" w:rsidRDefault="002743B5" w:rsidP="002743B5">
            <w:pPr>
              <w:pStyle w:val="aa"/>
            </w:pPr>
          </w:p>
        </w:tc>
      </w:tr>
      <w:tr w:rsidR="002743B5" w:rsidRPr="00270413" w14:paraId="5CCBC6E6" w14:textId="77777777" w:rsidTr="0027041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07EA7FA6" w14:textId="77777777" w:rsidR="002743B5" w:rsidRPr="00270413" w:rsidRDefault="00270413" w:rsidP="002743B5">
            <w:pPr>
              <w:pStyle w:val="aa"/>
              <w:rPr>
                <w:b/>
                <w:vertAlign w:val="superscript"/>
              </w:rPr>
            </w:pPr>
            <w:r w:rsidRPr="0027041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4A2FA9BE" w14:textId="77777777" w:rsidR="002743B5" w:rsidRPr="00270413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18FBED5" w14:textId="77777777" w:rsidR="002743B5" w:rsidRPr="00270413" w:rsidRDefault="00270413" w:rsidP="002743B5">
            <w:pPr>
              <w:pStyle w:val="aa"/>
              <w:rPr>
                <w:b/>
                <w:vertAlign w:val="superscript"/>
              </w:rPr>
            </w:pPr>
            <w:r w:rsidRPr="0027041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2298BEEF" w14:textId="77777777" w:rsidR="002743B5" w:rsidRPr="00270413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58E18A39" w14:textId="77777777" w:rsidR="002743B5" w:rsidRPr="00270413" w:rsidRDefault="00270413" w:rsidP="002743B5">
            <w:pPr>
              <w:pStyle w:val="aa"/>
              <w:rPr>
                <w:b/>
                <w:vertAlign w:val="superscript"/>
              </w:rPr>
            </w:pPr>
            <w:r w:rsidRPr="0027041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5F809DC6" w14:textId="77777777" w:rsidR="002743B5" w:rsidRPr="00270413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4319270" w14:textId="77777777" w:rsidR="002743B5" w:rsidRPr="00270413" w:rsidRDefault="00270413" w:rsidP="002743B5">
            <w:pPr>
              <w:pStyle w:val="aa"/>
              <w:rPr>
                <w:vertAlign w:val="superscript"/>
              </w:rPr>
            </w:pPr>
            <w:r w:rsidRPr="00270413">
              <w:rPr>
                <w:vertAlign w:val="superscript"/>
              </w:rPr>
              <w:t>(дата)</w:t>
            </w:r>
          </w:p>
        </w:tc>
      </w:tr>
    </w:tbl>
    <w:p w14:paraId="109A5B32" w14:textId="77777777"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adv_info1" w:val="     "/>
    <w:docVar w:name="adv_info2" w:val="     "/>
    <w:docVar w:name="adv_info3" w:val="     "/>
    <w:docVar w:name="att_org_adr" w:val="109542, город Москва, проспект Рязанский, дом 86/1, строение 3, Т.Э. № 1, офис 34а"/>
    <w:docVar w:name="att_org_name" w:val="Общество с ограниченной ответственностью &quot;Проф-Эксперт&quot;"/>
    <w:docVar w:name="att_org_reg_date" w:val="06.06.2016"/>
    <w:docVar w:name="att_org_reg_num" w:val="316"/>
    <w:docVar w:name="boss_fio" w:val="Канашкин Дмитрий Владимирович"/>
    <w:docVar w:name="ceh_info" w:val="Общество с ограниченной ответственностью «ЛГ Электроникс РУС»"/>
    <w:docVar w:name="doc_name" w:val="Документ5"/>
    <w:docVar w:name="doc_type" w:val="5"/>
    <w:docVar w:name="fill_date" w:val="       "/>
    <w:docVar w:name="org_guid" w:val="26C8CAF0EE5547F0B18ED4D99AE66F8F"/>
    <w:docVar w:name="org_id" w:val="1"/>
    <w:docVar w:name="org_name" w:val="     "/>
    <w:docVar w:name="pers_guids" w:val="D0DB4690675F441B81FEF0AD23F96E30@125-229-939 59"/>
    <w:docVar w:name="pers_snils" w:val="D0DB4690675F441B81FEF0AD23F96E30@125-229-939 59"/>
    <w:docVar w:name="podr_id" w:val="org_1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«ЛГ Электроникс РУС»"/>
    <w:docVar w:name="step_test" w:val="6"/>
    <w:docVar w:name="sv_docs" w:val="1"/>
  </w:docVars>
  <w:rsids>
    <w:rsidRoot w:val="00270413"/>
    <w:rsid w:val="0002033E"/>
    <w:rsid w:val="000C5130"/>
    <w:rsid w:val="000D3760"/>
    <w:rsid w:val="000F0714"/>
    <w:rsid w:val="00196135"/>
    <w:rsid w:val="001A7AC3"/>
    <w:rsid w:val="001B19D8"/>
    <w:rsid w:val="00237B32"/>
    <w:rsid w:val="00270413"/>
    <w:rsid w:val="002743B5"/>
    <w:rsid w:val="002761BA"/>
    <w:rsid w:val="003A0758"/>
    <w:rsid w:val="003A1C01"/>
    <w:rsid w:val="003A2259"/>
    <w:rsid w:val="003C3080"/>
    <w:rsid w:val="003C79E5"/>
    <w:rsid w:val="003F4B55"/>
    <w:rsid w:val="00450E3E"/>
    <w:rsid w:val="004654AF"/>
    <w:rsid w:val="00495D50"/>
    <w:rsid w:val="004A7309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5CF4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0CB00"/>
  <w15:docId w15:val="{3D5BA995-4CE2-407C-9CC1-D1FE46CD2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1</dc:creator>
  <cp:lastModifiedBy>Natalya Davydova/LGERA Environment Safety Health Part(natalya.davydova@lge.com)</cp:lastModifiedBy>
  <cp:revision>5</cp:revision>
  <dcterms:created xsi:type="dcterms:W3CDTF">2022-12-06T12:22:00Z</dcterms:created>
  <dcterms:modified xsi:type="dcterms:W3CDTF">2024-09-04T13:38:00Z</dcterms:modified>
</cp:coreProperties>
</file>